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AD7BD" w14:textId="77777777" w:rsidR="00EC76F5" w:rsidRDefault="00EC76F5" w:rsidP="001534B8">
      <w:pPr>
        <w:sectPr w:rsidR="00EC76F5" w:rsidSect="0029446B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537582" w14:textId="77777777" w:rsidR="003565CF" w:rsidRPr="00813930" w:rsidRDefault="006D4E9B" w:rsidP="006D4E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1 Příkazní smlouvy</w:t>
      </w:r>
    </w:p>
    <w:p w14:paraId="3DCFBBD7" w14:textId="77777777" w:rsidR="006D4E9B" w:rsidRDefault="006D4E9B" w:rsidP="003565CF">
      <w:pPr>
        <w:jc w:val="center"/>
        <w:rPr>
          <w:rFonts w:ascii="Arial" w:hAnsi="Arial" w:cs="Arial"/>
          <w:b/>
          <w:sz w:val="40"/>
          <w:szCs w:val="40"/>
        </w:rPr>
      </w:pPr>
    </w:p>
    <w:p w14:paraId="6566091C" w14:textId="77777777" w:rsidR="003565CF" w:rsidRPr="006D4E9B" w:rsidRDefault="003565CF" w:rsidP="003565CF">
      <w:pPr>
        <w:jc w:val="center"/>
        <w:rPr>
          <w:rFonts w:ascii="Arial" w:hAnsi="Arial" w:cs="Arial"/>
          <w:b/>
          <w:sz w:val="40"/>
          <w:szCs w:val="40"/>
        </w:rPr>
      </w:pPr>
      <w:r w:rsidRPr="006D4E9B">
        <w:rPr>
          <w:rFonts w:ascii="Arial" w:hAnsi="Arial" w:cs="Arial"/>
          <w:b/>
          <w:sz w:val="40"/>
          <w:szCs w:val="40"/>
        </w:rPr>
        <w:t>P</w:t>
      </w:r>
      <w:r w:rsidR="006D4E9B" w:rsidRPr="006D4E9B">
        <w:rPr>
          <w:rFonts w:ascii="Arial" w:hAnsi="Arial" w:cs="Arial"/>
          <w:b/>
          <w:sz w:val="40"/>
          <w:szCs w:val="40"/>
        </w:rPr>
        <w:t xml:space="preserve"> </w:t>
      </w:r>
      <w:r w:rsidRPr="006D4E9B">
        <w:rPr>
          <w:rFonts w:ascii="Arial" w:hAnsi="Arial" w:cs="Arial"/>
          <w:b/>
          <w:sz w:val="40"/>
          <w:szCs w:val="40"/>
        </w:rPr>
        <w:t xml:space="preserve"> L </w:t>
      </w:r>
      <w:r w:rsidR="006D4E9B" w:rsidRPr="006D4E9B">
        <w:rPr>
          <w:rFonts w:ascii="Arial" w:hAnsi="Arial" w:cs="Arial"/>
          <w:b/>
          <w:sz w:val="40"/>
          <w:szCs w:val="40"/>
        </w:rPr>
        <w:t xml:space="preserve"> </w:t>
      </w:r>
      <w:r w:rsidRPr="006D4E9B">
        <w:rPr>
          <w:rFonts w:ascii="Arial" w:hAnsi="Arial" w:cs="Arial"/>
          <w:b/>
          <w:sz w:val="40"/>
          <w:szCs w:val="40"/>
        </w:rPr>
        <w:t>N</w:t>
      </w:r>
      <w:r w:rsidR="006D4E9B" w:rsidRPr="006D4E9B">
        <w:rPr>
          <w:rFonts w:ascii="Arial" w:hAnsi="Arial" w:cs="Arial"/>
          <w:b/>
          <w:sz w:val="40"/>
          <w:szCs w:val="40"/>
        </w:rPr>
        <w:t xml:space="preserve"> </w:t>
      </w:r>
      <w:r w:rsidRPr="006D4E9B">
        <w:rPr>
          <w:rFonts w:ascii="Arial" w:hAnsi="Arial" w:cs="Arial"/>
          <w:b/>
          <w:sz w:val="40"/>
          <w:szCs w:val="40"/>
        </w:rPr>
        <w:t xml:space="preserve"> Á </w:t>
      </w:r>
      <w:r w:rsidR="006D4E9B">
        <w:rPr>
          <w:rFonts w:ascii="Arial" w:hAnsi="Arial" w:cs="Arial"/>
          <w:b/>
          <w:sz w:val="40"/>
          <w:szCs w:val="40"/>
        </w:rPr>
        <w:t xml:space="preserve">  </w:t>
      </w:r>
      <w:r w:rsidRPr="006D4E9B">
        <w:rPr>
          <w:rFonts w:ascii="Arial" w:hAnsi="Arial" w:cs="Arial"/>
          <w:b/>
          <w:sz w:val="40"/>
          <w:szCs w:val="40"/>
        </w:rPr>
        <w:t xml:space="preserve"> </w:t>
      </w:r>
      <w:r w:rsidR="006D4E9B" w:rsidRPr="006D4E9B">
        <w:rPr>
          <w:rFonts w:ascii="Arial" w:hAnsi="Arial" w:cs="Arial"/>
          <w:b/>
          <w:sz w:val="40"/>
          <w:szCs w:val="40"/>
        </w:rPr>
        <w:t xml:space="preserve">  </w:t>
      </w:r>
      <w:r w:rsidRPr="006D4E9B">
        <w:rPr>
          <w:rFonts w:ascii="Arial" w:hAnsi="Arial" w:cs="Arial"/>
          <w:b/>
          <w:sz w:val="40"/>
          <w:szCs w:val="40"/>
        </w:rPr>
        <w:t xml:space="preserve"> M</w:t>
      </w:r>
      <w:r w:rsidR="006D4E9B" w:rsidRPr="006D4E9B">
        <w:rPr>
          <w:rFonts w:ascii="Arial" w:hAnsi="Arial" w:cs="Arial"/>
          <w:b/>
          <w:sz w:val="40"/>
          <w:szCs w:val="40"/>
        </w:rPr>
        <w:t xml:space="preserve"> </w:t>
      </w:r>
      <w:r w:rsidRPr="006D4E9B">
        <w:rPr>
          <w:rFonts w:ascii="Arial" w:hAnsi="Arial" w:cs="Arial"/>
          <w:b/>
          <w:sz w:val="40"/>
          <w:szCs w:val="40"/>
        </w:rPr>
        <w:t xml:space="preserve"> O </w:t>
      </w:r>
      <w:r w:rsidR="006D4E9B" w:rsidRPr="006D4E9B">
        <w:rPr>
          <w:rFonts w:ascii="Arial" w:hAnsi="Arial" w:cs="Arial"/>
          <w:b/>
          <w:sz w:val="40"/>
          <w:szCs w:val="40"/>
        </w:rPr>
        <w:t xml:space="preserve"> </w:t>
      </w:r>
      <w:r w:rsidRPr="006D4E9B">
        <w:rPr>
          <w:rFonts w:ascii="Arial" w:hAnsi="Arial" w:cs="Arial"/>
          <w:b/>
          <w:sz w:val="40"/>
          <w:szCs w:val="40"/>
        </w:rPr>
        <w:t>C</w:t>
      </w:r>
    </w:p>
    <w:p w14:paraId="1678677E" w14:textId="77777777" w:rsidR="006D4E9B" w:rsidRDefault="006D4E9B" w:rsidP="003565CF">
      <w:pPr>
        <w:jc w:val="center"/>
        <w:rPr>
          <w:rFonts w:ascii="Arial" w:hAnsi="Arial" w:cs="Arial"/>
          <w:b/>
          <w:sz w:val="40"/>
          <w:szCs w:val="40"/>
        </w:rPr>
      </w:pPr>
    </w:p>
    <w:p w14:paraId="24270AF7" w14:textId="77777777" w:rsidR="006D4E9B" w:rsidRDefault="006D4E9B" w:rsidP="006D4E9B">
      <w:pPr>
        <w:contextualSpacing/>
        <w:jc w:val="center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>v souladu s ust. § 441 a násl. zák. č.89/2012 Sb., občanský zákoník, v platném zn</w:t>
      </w:r>
      <w:r>
        <w:rPr>
          <w:rFonts w:ascii="Arial" w:hAnsi="Arial" w:cs="Arial"/>
          <w:sz w:val="22"/>
          <w:szCs w:val="22"/>
        </w:rPr>
        <w:t>ění</w:t>
      </w:r>
    </w:p>
    <w:p w14:paraId="08DC766F" w14:textId="77777777" w:rsidR="003565CF" w:rsidRPr="00813930" w:rsidRDefault="003565CF" w:rsidP="003565CF">
      <w:pPr>
        <w:contextualSpacing/>
        <w:rPr>
          <w:rFonts w:ascii="Arial" w:hAnsi="Arial" w:cs="Arial"/>
          <w:sz w:val="16"/>
          <w:szCs w:val="16"/>
        </w:rPr>
      </w:pPr>
    </w:p>
    <w:p w14:paraId="0C394432" w14:textId="77777777" w:rsidR="00E055B1" w:rsidRDefault="00E055B1" w:rsidP="003565CF">
      <w:pPr>
        <w:tabs>
          <w:tab w:val="right" w:pos="9072"/>
        </w:tabs>
        <w:rPr>
          <w:rFonts w:ascii="Arial" w:hAnsi="Arial" w:cs="Arial"/>
          <w:b/>
          <w:snapToGrid w:val="0"/>
          <w:color w:val="000000"/>
          <w:sz w:val="22"/>
          <w:szCs w:val="22"/>
        </w:rPr>
      </w:pPr>
      <w:r w:rsidRPr="00E055B1">
        <w:rPr>
          <w:rFonts w:ascii="Arial" w:hAnsi="Arial" w:cs="Arial"/>
          <w:b/>
          <w:snapToGrid w:val="0"/>
          <w:color w:val="000000"/>
          <w:sz w:val="22"/>
          <w:szCs w:val="22"/>
        </w:rPr>
        <w:t>MMN a.s.</w:t>
      </w:r>
    </w:p>
    <w:p w14:paraId="0F8309D9" w14:textId="154D6290" w:rsidR="006D4E9B" w:rsidRDefault="003565CF" w:rsidP="003565CF">
      <w:pPr>
        <w:tabs>
          <w:tab w:val="righ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sídlem </w:t>
      </w:r>
      <w:r w:rsidR="00E055B1" w:rsidRPr="00E055B1">
        <w:rPr>
          <w:rFonts w:ascii="Arial" w:hAnsi="Arial" w:cs="Arial"/>
          <w:sz w:val="22"/>
          <w:szCs w:val="22"/>
        </w:rPr>
        <w:t>Metyšova 465, 514 01 Jilemnice</w:t>
      </w:r>
    </w:p>
    <w:p w14:paraId="311D90B7" w14:textId="743ABB62" w:rsidR="006D4E9B" w:rsidRPr="00813930" w:rsidRDefault="006D4E9B" w:rsidP="006D4E9B">
      <w:pPr>
        <w:rPr>
          <w:rFonts w:ascii="Arial" w:hAnsi="Arial" w:cs="Arial"/>
          <w:sz w:val="22"/>
          <w:szCs w:val="22"/>
        </w:rPr>
      </w:pPr>
      <w:r w:rsidRPr="0081393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813930">
        <w:rPr>
          <w:rFonts w:ascii="Arial" w:hAnsi="Arial" w:cs="Arial"/>
          <w:sz w:val="22"/>
          <w:szCs w:val="22"/>
        </w:rPr>
        <w:t xml:space="preserve">: </w:t>
      </w:r>
      <w:r w:rsidR="00E055B1" w:rsidRPr="00E055B1">
        <w:rPr>
          <w:rFonts w:ascii="Arial" w:hAnsi="Arial" w:cs="Arial"/>
          <w:sz w:val="22"/>
          <w:szCs w:val="22"/>
        </w:rPr>
        <w:t>05421888</w:t>
      </w:r>
    </w:p>
    <w:p w14:paraId="2CD33DDC" w14:textId="77777777" w:rsidR="00E055B1" w:rsidRPr="00E055B1" w:rsidRDefault="003565CF" w:rsidP="00E055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zastoupený </w:t>
      </w:r>
      <w:r w:rsidR="00E055B1" w:rsidRPr="00E055B1">
        <w:rPr>
          <w:rFonts w:ascii="Arial" w:hAnsi="Arial" w:cs="Arial"/>
          <w:sz w:val="22"/>
          <w:szCs w:val="22"/>
        </w:rPr>
        <w:t>MUDr. Jiřím Kalenským, předsedou představenstva</w:t>
      </w:r>
    </w:p>
    <w:p w14:paraId="56458FE0" w14:textId="3EF8EB67" w:rsidR="003565CF" w:rsidRDefault="00E055B1" w:rsidP="00E055B1">
      <w:pPr>
        <w:rPr>
          <w:rFonts w:ascii="Arial" w:hAnsi="Arial" w:cs="Arial"/>
          <w:sz w:val="22"/>
          <w:szCs w:val="22"/>
        </w:rPr>
      </w:pPr>
      <w:r w:rsidRPr="00E055B1">
        <w:rPr>
          <w:rFonts w:ascii="Arial" w:hAnsi="Arial" w:cs="Arial"/>
          <w:sz w:val="22"/>
          <w:szCs w:val="22"/>
        </w:rPr>
        <w:t>a Ing. &amp; Ing. Imrichem Kohútem, členem představenstva</w:t>
      </w:r>
    </w:p>
    <w:p w14:paraId="45AD6495" w14:textId="77777777" w:rsidR="006D4E9B" w:rsidRPr="00486195" w:rsidRDefault="006D4E9B" w:rsidP="006D4E9B">
      <w:pPr>
        <w:rPr>
          <w:rFonts w:ascii="Arial" w:hAnsi="Arial" w:cs="Arial"/>
          <w:i/>
          <w:sz w:val="22"/>
          <w:szCs w:val="22"/>
        </w:rPr>
      </w:pPr>
      <w:r w:rsidRPr="00486195">
        <w:rPr>
          <w:rFonts w:ascii="Arial" w:hAnsi="Arial" w:cs="Arial"/>
          <w:i/>
          <w:sz w:val="22"/>
          <w:szCs w:val="22"/>
        </w:rPr>
        <w:t>(dále jen „zmocnitel“)</w:t>
      </w:r>
    </w:p>
    <w:p w14:paraId="27F88AA9" w14:textId="77777777" w:rsidR="006D4E9B" w:rsidRPr="00F10B62" w:rsidRDefault="006D4E9B" w:rsidP="003565CF">
      <w:pPr>
        <w:rPr>
          <w:rFonts w:ascii="Arial" w:hAnsi="Arial" w:cs="Arial"/>
          <w:sz w:val="22"/>
          <w:szCs w:val="22"/>
        </w:rPr>
      </w:pPr>
    </w:p>
    <w:p w14:paraId="04EC49C5" w14:textId="77777777" w:rsidR="003565CF" w:rsidRPr="00813930" w:rsidRDefault="003565CF" w:rsidP="003565CF">
      <w:pPr>
        <w:rPr>
          <w:rFonts w:ascii="Arial" w:hAnsi="Arial" w:cs="Arial"/>
          <w:sz w:val="16"/>
          <w:szCs w:val="16"/>
        </w:rPr>
      </w:pPr>
    </w:p>
    <w:p w14:paraId="77D6ABE8" w14:textId="77777777" w:rsidR="003565CF" w:rsidRPr="00813930" w:rsidRDefault="006D4E9B" w:rsidP="006D4E9B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tímto uděluje plnou </w:t>
      </w:r>
      <w:r w:rsidR="003565CF" w:rsidRPr="00813930">
        <w:rPr>
          <w:rFonts w:ascii="Arial" w:hAnsi="Arial" w:cs="Arial"/>
          <w:b/>
          <w:bCs/>
          <w:sz w:val="32"/>
          <w:szCs w:val="32"/>
        </w:rPr>
        <w:t>moc</w:t>
      </w:r>
    </w:p>
    <w:p w14:paraId="0956916E" w14:textId="77777777" w:rsidR="00AA0C3D" w:rsidRDefault="008174BD" w:rsidP="006D4E9B">
      <w:pPr>
        <w:rPr>
          <w:rFonts w:ascii="Arial" w:hAnsi="Arial" w:cs="Arial"/>
          <w:b/>
          <w:sz w:val="22"/>
          <w:szCs w:val="22"/>
        </w:rPr>
      </w:pPr>
      <w:r w:rsidRPr="00B94BB0">
        <w:rPr>
          <w:rFonts w:ascii="Arial" w:hAnsi="Arial" w:cs="Arial"/>
          <w:b/>
          <w:sz w:val="22"/>
          <w:szCs w:val="22"/>
          <w:highlight w:val="yellow"/>
        </w:rPr>
        <w:t>XXX</w:t>
      </w:r>
    </w:p>
    <w:p w14:paraId="7AC4B8BE" w14:textId="77777777" w:rsidR="006D4E9B" w:rsidRPr="00530F2B" w:rsidRDefault="006D4E9B" w:rsidP="006D4E9B">
      <w:pPr>
        <w:rPr>
          <w:rFonts w:ascii="Arial" w:hAnsi="Arial" w:cs="Arial"/>
          <w:sz w:val="22"/>
          <w:szCs w:val="22"/>
        </w:rPr>
      </w:pPr>
      <w:r w:rsidRPr="00530F2B">
        <w:rPr>
          <w:rFonts w:ascii="Arial" w:hAnsi="Arial" w:cs="Arial"/>
          <w:sz w:val="22"/>
          <w:szCs w:val="22"/>
        </w:rPr>
        <w:t xml:space="preserve">adresa: </w:t>
      </w:r>
      <w:r w:rsidRPr="006D4E9B">
        <w:rPr>
          <w:rFonts w:ascii="Arial" w:hAnsi="Arial" w:cs="Arial"/>
          <w:sz w:val="22"/>
          <w:szCs w:val="22"/>
          <w:highlight w:val="yellow"/>
        </w:rPr>
        <w:t>xxxxxxxxxxxxx</w:t>
      </w:r>
    </w:p>
    <w:p w14:paraId="67F056D8" w14:textId="79F3B166" w:rsidR="006D4E9B" w:rsidRPr="00813930" w:rsidRDefault="006D4E9B" w:rsidP="006D4E9B">
      <w:pPr>
        <w:rPr>
          <w:rFonts w:ascii="Arial" w:hAnsi="Arial" w:cs="Arial"/>
          <w:sz w:val="22"/>
          <w:szCs w:val="22"/>
        </w:rPr>
      </w:pPr>
      <w:r w:rsidRPr="0081393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813930">
        <w:rPr>
          <w:rFonts w:ascii="Arial" w:hAnsi="Arial" w:cs="Arial"/>
          <w:sz w:val="22"/>
          <w:szCs w:val="22"/>
        </w:rPr>
        <w:t xml:space="preserve">: </w:t>
      </w:r>
      <w:r w:rsidR="004B1D11">
        <w:rPr>
          <w:rFonts w:ascii="Arial" w:hAnsi="Arial" w:cs="Arial"/>
          <w:sz w:val="22"/>
          <w:szCs w:val="22"/>
        </w:rPr>
        <w:tab/>
        <w:t xml:space="preserve"> </w:t>
      </w:r>
      <w:r w:rsidR="004B1D11" w:rsidRPr="006D4E9B">
        <w:rPr>
          <w:rFonts w:ascii="Arial" w:hAnsi="Arial" w:cs="Arial"/>
          <w:sz w:val="22"/>
          <w:szCs w:val="22"/>
          <w:highlight w:val="yellow"/>
        </w:rPr>
        <w:t>xxxxxxxxxxxxx</w:t>
      </w:r>
    </w:p>
    <w:p w14:paraId="0A408632" w14:textId="77777777" w:rsidR="003565CF" w:rsidRDefault="003565CF" w:rsidP="003565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zastoupená </w:t>
      </w:r>
      <w:r w:rsidR="006D4E9B">
        <w:rPr>
          <w:rFonts w:ascii="Arial" w:hAnsi="Arial" w:cs="Arial"/>
          <w:sz w:val="22"/>
          <w:szCs w:val="22"/>
        </w:rPr>
        <w:t>XXXXXX YYYYY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6868EAF4" w14:textId="77777777" w:rsidR="003565CF" w:rsidRPr="00813930" w:rsidRDefault="006D4E9B" w:rsidP="003565CF">
      <w:pPr>
        <w:rPr>
          <w:rFonts w:ascii="Arial" w:hAnsi="Arial" w:cs="Arial"/>
          <w:sz w:val="16"/>
          <w:szCs w:val="16"/>
        </w:rPr>
      </w:pPr>
      <w:r w:rsidRPr="00AB57D5">
        <w:rPr>
          <w:rFonts w:ascii="Arial" w:hAnsi="Arial" w:cs="Arial"/>
          <w:sz w:val="22"/>
          <w:szCs w:val="22"/>
          <w:highlight w:val="yellow"/>
        </w:rPr>
        <w:t>Zapsán</w:t>
      </w:r>
      <w:r>
        <w:rPr>
          <w:rFonts w:ascii="Arial" w:hAnsi="Arial" w:cs="Arial"/>
          <w:sz w:val="22"/>
          <w:szCs w:val="22"/>
          <w:highlight w:val="yellow"/>
        </w:rPr>
        <w:t>a</w:t>
      </w:r>
      <w:r w:rsidRPr="00AB57D5">
        <w:rPr>
          <w:rFonts w:ascii="Arial" w:hAnsi="Arial" w:cs="Arial"/>
          <w:sz w:val="22"/>
          <w:szCs w:val="22"/>
          <w:highlight w:val="yellow"/>
        </w:rPr>
        <w:t xml:space="preserve"> v obchodním rejstříku: u Krajského soudu v …, oddíl …, vložka…</w:t>
      </w:r>
    </w:p>
    <w:p w14:paraId="1C0A74B9" w14:textId="77777777" w:rsidR="003565CF" w:rsidRDefault="003565CF" w:rsidP="003565CF">
      <w:pPr>
        <w:rPr>
          <w:rFonts w:ascii="Arial" w:hAnsi="Arial" w:cs="Arial"/>
          <w:sz w:val="22"/>
          <w:szCs w:val="22"/>
        </w:rPr>
      </w:pPr>
    </w:p>
    <w:p w14:paraId="582CAE21" w14:textId="77777777" w:rsidR="006D4E9B" w:rsidRPr="00486195" w:rsidRDefault="006D4E9B" w:rsidP="006D4E9B">
      <w:pPr>
        <w:jc w:val="both"/>
        <w:rPr>
          <w:rFonts w:ascii="Arial" w:hAnsi="Arial" w:cs="Arial"/>
          <w:sz w:val="22"/>
          <w:szCs w:val="22"/>
          <w:u w:val="single"/>
        </w:rPr>
      </w:pPr>
      <w:r w:rsidRPr="00486195">
        <w:rPr>
          <w:rFonts w:ascii="Arial" w:hAnsi="Arial" w:cs="Arial"/>
          <w:b/>
          <w:sz w:val="22"/>
          <w:szCs w:val="22"/>
        </w:rPr>
        <w:t xml:space="preserve">k tomu, aby </w:t>
      </w:r>
      <w:r w:rsidRPr="00486195">
        <w:rPr>
          <w:rFonts w:ascii="Arial" w:hAnsi="Arial" w:cs="Arial"/>
          <w:sz w:val="22"/>
          <w:szCs w:val="22"/>
        </w:rPr>
        <w:t>jednal jménem a na účet zmocnitele při vykonávání technického dozoru stavebníka při realizaci akce:</w:t>
      </w:r>
    </w:p>
    <w:p w14:paraId="4521086C" w14:textId="77777777" w:rsidR="006D4E9B" w:rsidRDefault="006D4E9B" w:rsidP="006D4E9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385A50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A2F32E4" w14:textId="77777777" w:rsidR="00C72220" w:rsidRPr="00C72220" w:rsidRDefault="003565CF" w:rsidP="00C7222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28"/>
        </w:rPr>
      </w:pPr>
      <w:r w:rsidRPr="006D4E9B">
        <w:rPr>
          <w:rFonts w:ascii="Arial" w:hAnsi="Arial" w:cs="Arial"/>
          <w:b/>
          <w:bCs/>
          <w:sz w:val="36"/>
          <w:szCs w:val="32"/>
        </w:rPr>
        <w:t>„</w:t>
      </w:r>
      <w:r w:rsidR="00C72220" w:rsidRPr="00C72220">
        <w:rPr>
          <w:rFonts w:ascii="Arial" w:hAnsi="Arial" w:cs="Arial"/>
          <w:b/>
          <w:sz w:val="32"/>
          <w:szCs w:val="28"/>
        </w:rPr>
        <w:t xml:space="preserve">Výkon funkce TDS a koordinátora BOZP na akci </w:t>
      </w:r>
    </w:p>
    <w:p w14:paraId="1F4CE84F" w14:textId="3FC01A49" w:rsidR="003565CF" w:rsidRPr="006D4E9B" w:rsidRDefault="00C72220" w:rsidP="00C7222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28"/>
        </w:rPr>
      </w:pPr>
      <w:r w:rsidRPr="00C72220">
        <w:rPr>
          <w:rFonts w:ascii="Arial" w:hAnsi="Arial" w:cs="Arial"/>
          <w:b/>
          <w:sz w:val="32"/>
          <w:szCs w:val="28"/>
        </w:rPr>
        <w:t>Pavilon X MMN, a.s. Jilemnice</w:t>
      </w:r>
      <w:r w:rsidR="003565CF" w:rsidRPr="006D4E9B">
        <w:rPr>
          <w:rFonts w:ascii="Arial" w:hAnsi="Arial" w:cs="Arial"/>
          <w:b/>
          <w:bCs/>
          <w:sz w:val="36"/>
          <w:szCs w:val="32"/>
        </w:rPr>
        <w:t>“</w:t>
      </w:r>
    </w:p>
    <w:p w14:paraId="6478E6B4" w14:textId="77777777" w:rsidR="003565CF" w:rsidRDefault="003565CF" w:rsidP="003565CF">
      <w:pPr>
        <w:pStyle w:val="Zkladntext"/>
        <w:jc w:val="both"/>
        <w:rPr>
          <w:b/>
          <w:sz w:val="24"/>
        </w:rPr>
      </w:pPr>
    </w:p>
    <w:p w14:paraId="6FCE838A" w14:textId="77777777" w:rsidR="006D4E9B" w:rsidRPr="00486195" w:rsidRDefault="006D4E9B" w:rsidP="006D4E9B">
      <w:pPr>
        <w:outlineLvl w:val="0"/>
        <w:rPr>
          <w:rFonts w:ascii="Arial" w:hAnsi="Arial" w:cs="Arial"/>
          <w:sz w:val="22"/>
          <w:szCs w:val="22"/>
        </w:rPr>
      </w:pPr>
    </w:p>
    <w:p w14:paraId="60993107" w14:textId="54300647" w:rsidR="006D4E9B" w:rsidRPr="00486195" w:rsidRDefault="006D4E9B" w:rsidP="006D4E9B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b/>
          <w:sz w:val="22"/>
          <w:szCs w:val="22"/>
        </w:rPr>
        <w:t>I.</w:t>
      </w:r>
    </w:p>
    <w:p w14:paraId="6FFAC8F5" w14:textId="77777777" w:rsidR="006D4E9B" w:rsidRDefault="006D4E9B" w:rsidP="006D4E9B">
      <w:pPr>
        <w:jc w:val="both"/>
        <w:rPr>
          <w:rFonts w:ascii="Arial" w:hAnsi="Arial" w:cs="Arial"/>
          <w:sz w:val="22"/>
          <w:szCs w:val="22"/>
        </w:rPr>
      </w:pPr>
    </w:p>
    <w:p w14:paraId="02FC6308" w14:textId="77777777" w:rsidR="006D4E9B" w:rsidRPr="00486195" w:rsidRDefault="006D4E9B" w:rsidP="006D4E9B">
      <w:pPr>
        <w:jc w:val="both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>Zmocněnec je oprávněn zastupovat zmocnitele ve všech správních řízeních před správními orgány a vykonávat činnosti vedoucí k vydání potřebných povolení a rozhodnutí, podání žádostí, návrhů a ohlášení jménem zmocnitele souvisejících s realizací a kolaudací výše uvedené akce.</w:t>
      </w:r>
    </w:p>
    <w:p w14:paraId="276FDF7B" w14:textId="77777777" w:rsidR="006D4E9B" w:rsidRPr="00486195" w:rsidRDefault="006D4E9B" w:rsidP="006D4E9B">
      <w:pPr>
        <w:jc w:val="both"/>
        <w:rPr>
          <w:rFonts w:ascii="Arial" w:hAnsi="Arial" w:cs="Arial"/>
          <w:sz w:val="22"/>
          <w:szCs w:val="22"/>
        </w:rPr>
      </w:pPr>
    </w:p>
    <w:p w14:paraId="09DD46A9" w14:textId="516DBCA4" w:rsidR="006D4E9B" w:rsidRPr="00486195" w:rsidRDefault="006D4E9B" w:rsidP="006D4E9B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86195">
        <w:rPr>
          <w:rFonts w:ascii="Arial" w:hAnsi="Arial" w:cs="Arial"/>
          <w:b/>
          <w:sz w:val="22"/>
          <w:szCs w:val="22"/>
        </w:rPr>
        <w:t>II.</w:t>
      </w:r>
    </w:p>
    <w:p w14:paraId="08EC64C4" w14:textId="77777777" w:rsidR="006D4E9B" w:rsidRPr="00486195" w:rsidRDefault="006D4E9B" w:rsidP="006D4E9B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6FE25C7C" w14:textId="77777777" w:rsidR="006D4E9B" w:rsidRPr="00486195" w:rsidRDefault="006D4E9B" w:rsidP="006D4E9B">
      <w:pPr>
        <w:jc w:val="both"/>
        <w:outlineLvl w:val="0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  <w:u w:val="single"/>
        </w:rPr>
        <w:t xml:space="preserve">Zmocněnec je na základě této plné moci </w:t>
      </w:r>
      <w:r w:rsidRPr="00486195">
        <w:rPr>
          <w:rFonts w:ascii="Arial" w:hAnsi="Arial" w:cs="Arial"/>
          <w:b/>
          <w:sz w:val="22"/>
          <w:szCs w:val="22"/>
          <w:u w:val="single"/>
        </w:rPr>
        <w:t>oprávněn</w:t>
      </w:r>
      <w:r w:rsidRPr="00486195">
        <w:rPr>
          <w:rFonts w:ascii="Arial" w:hAnsi="Arial" w:cs="Arial"/>
          <w:sz w:val="22"/>
          <w:szCs w:val="22"/>
          <w:u w:val="single"/>
        </w:rPr>
        <w:t xml:space="preserve"> činit zejména tato právní jednání</w:t>
      </w:r>
      <w:r w:rsidRPr="00486195">
        <w:rPr>
          <w:rFonts w:ascii="Arial" w:hAnsi="Arial" w:cs="Arial"/>
          <w:sz w:val="22"/>
          <w:szCs w:val="22"/>
        </w:rPr>
        <w:t>:</w:t>
      </w:r>
    </w:p>
    <w:p w14:paraId="5A030478" w14:textId="77777777" w:rsidR="006D4E9B" w:rsidRPr="00486195" w:rsidRDefault="006D4E9B" w:rsidP="006D4E9B">
      <w:pPr>
        <w:jc w:val="both"/>
        <w:rPr>
          <w:rFonts w:ascii="Arial" w:hAnsi="Arial" w:cs="Arial"/>
          <w:sz w:val="22"/>
          <w:szCs w:val="22"/>
        </w:rPr>
      </w:pPr>
    </w:p>
    <w:p w14:paraId="40CF6083" w14:textId="77777777" w:rsidR="006D4E9B" w:rsidRPr="00486195" w:rsidRDefault="006D4E9B" w:rsidP="006D4E9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>Vést veškerá jednání s dotčenými správními orgány za účelem získání jejich stanovisek, vyjádření a souhlasů v souvislosti s výše uvedenou akcí.</w:t>
      </w:r>
    </w:p>
    <w:p w14:paraId="6EB65129" w14:textId="77777777" w:rsidR="006D4E9B" w:rsidRPr="00486195" w:rsidRDefault="006D4E9B" w:rsidP="006D4E9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3548E59" w14:textId="77777777" w:rsidR="006D4E9B" w:rsidRPr="00486195" w:rsidRDefault="006D4E9B" w:rsidP="006D4E9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>Zmocněnec má právo v souvislosti s výše uvedenou akcí vystupovat jménem zmocnitele ve správním řízení, podávat návrhy nebo vyjádření ke správním či jiným orgánům, podávat a přijímat písemnosti a provádět jiné nutné administrativní úkony, včetně písemných úkonů.</w:t>
      </w:r>
    </w:p>
    <w:p w14:paraId="3DE5E14C" w14:textId="77777777" w:rsidR="006D4E9B" w:rsidRPr="00486195" w:rsidRDefault="006D4E9B" w:rsidP="006D4E9B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700E8D7" w14:textId="79EABA2A" w:rsidR="006D4E9B" w:rsidRPr="00486195" w:rsidRDefault="006D4E9B" w:rsidP="006D4E9B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86195">
        <w:rPr>
          <w:rFonts w:ascii="Arial" w:hAnsi="Arial" w:cs="Arial"/>
          <w:b/>
          <w:sz w:val="22"/>
          <w:szCs w:val="22"/>
        </w:rPr>
        <w:t>I</w:t>
      </w:r>
      <w:r w:rsidR="008174BD">
        <w:rPr>
          <w:rFonts w:ascii="Arial" w:hAnsi="Arial" w:cs="Arial"/>
          <w:b/>
          <w:sz w:val="22"/>
          <w:szCs w:val="22"/>
        </w:rPr>
        <w:t>II</w:t>
      </w:r>
      <w:r w:rsidRPr="00486195">
        <w:rPr>
          <w:rFonts w:ascii="Arial" w:hAnsi="Arial" w:cs="Arial"/>
          <w:b/>
          <w:sz w:val="22"/>
          <w:szCs w:val="22"/>
        </w:rPr>
        <w:t>.</w:t>
      </w:r>
    </w:p>
    <w:p w14:paraId="38F15DD7" w14:textId="77777777" w:rsidR="006D4E9B" w:rsidRPr="00486195" w:rsidRDefault="006D4E9B" w:rsidP="006D4E9B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EA9E3DD" w14:textId="77777777" w:rsidR="006D4E9B" w:rsidRPr="00486195" w:rsidRDefault="006D4E9B" w:rsidP="006D4E9B">
      <w:pPr>
        <w:jc w:val="both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 xml:space="preserve">Zmocněnec </w:t>
      </w:r>
      <w:r w:rsidRPr="00486195">
        <w:rPr>
          <w:rFonts w:ascii="Arial" w:hAnsi="Arial" w:cs="Arial"/>
          <w:b/>
          <w:sz w:val="22"/>
          <w:szCs w:val="22"/>
        </w:rPr>
        <w:t>není oprávněn</w:t>
      </w:r>
      <w:r w:rsidRPr="00486195">
        <w:rPr>
          <w:rFonts w:ascii="Arial" w:hAnsi="Arial" w:cs="Arial"/>
          <w:sz w:val="22"/>
          <w:szCs w:val="22"/>
        </w:rPr>
        <w:t xml:space="preserve"> vstupovat do žádných závazkových právních vztahů s účinky pro zmocnitele, ani není oprávněn vzdát se práva odvolání ve správních řízeních vedených v souvislosti se shora uvedenou akcí.</w:t>
      </w:r>
    </w:p>
    <w:p w14:paraId="7AB31BFF" w14:textId="77777777" w:rsidR="006D4E9B" w:rsidRPr="00486195" w:rsidRDefault="006D4E9B" w:rsidP="006D4E9B">
      <w:pPr>
        <w:jc w:val="both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 xml:space="preserve">  </w:t>
      </w:r>
    </w:p>
    <w:p w14:paraId="444606E3" w14:textId="77777777" w:rsidR="006D4E9B" w:rsidRPr="00486195" w:rsidRDefault="006D4E9B" w:rsidP="006D4E9B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4D83190B" w14:textId="316064B7" w:rsidR="006D4E9B" w:rsidRPr="00486195" w:rsidRDefault="008174BD" w:rsidP="006D4E9B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6D4E9B" w:rsidRPr="00486195">
        <w:rPr>
          <w:rFonts w:ascii="Arial" w:hAnsi="Arial" w:cs="Arial"/>
          <w:b/>
          <w:sz w:val="22"/>
          <w:szCs w:val="22"/>
        </w:rPr>
        <w:t>V.</w:t>
      </w:r>
    </w:p>
    <w:p w14:paraId="39648806" w14:textId="77777777" w:rsidR="006D4E9B" w:rsidRPr="00486195" w:rsidRDefault="006D4E9B" w:rsidP="006D4E9B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0C31D87" w14:textId="77777777" w:rsidR="006D4E9B" w:rsidRPr="00486195" w:rsidRDefault="006D4E9B" w:rsidP="006D4E9B">
      <w:pPr>
        <w:jc w:val="both"/>
        <w:rPr>
          <w:rFonts w:ascii="Arial" w:hAnsi="Arial" w:cs="Arial"/>
          <w:sz w:val="22"/>
          <w:szCs w:val="22"/>
          <w:u w:val="single"/>
        </w:rPr>
      </w:pPr>
      <w:r w:rsidRPr="00486195">
        <w:rPr>
          <w:rFonts w:ascii="Arial" w:hAnsi="Arial" w:cs="Arial"/>
          <w:sz w:val="22"/>
          <w:szCs w:val="22"/>
        </w:rPr>
        <w:t>Tato plná moc se řídí právním řádem České republiky a je možné ji kdykoli odvolat.</w:t>
      </w:r>
    </w:p>
    <w:p w14:paraId="3850AB98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67C0C3BC" w14:textId="77777777" w:rsidR="006D4E9B" w:rsidRDefault="006D4E9B" w:rsidP="006D4E9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21EEF7" w14:textId="77777777" w:rsidR="006D4E9B" w:rsidRDefault="006D4E9B" w:rsidP="006D4E9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5D97A9B" w14:textId="77777777" w:rsidR="006D4E9B" w:rsidRDefault="006D4E9B" w:rsidP="006D4E9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417656" w14:textId="77777777" w:rsidR="006D4E9B" w:rsidRPr="00486195" w:rsidRDefault="006D4E9B" w:rsidP="006D4E9B">
      <w:pPr>
        <w:jc w:val="center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165758B" w14:textId="77777777" w:rsidR="006D4E9B" w:rsidRPr="00B77DD5" w:rsidRDefault="006D4E9B" w:rsidP="006D4E9B">
      <w:pPr>
        <w:rPr>
          <w:rFonts w:ascii="Arial" w:hAnsi="Arial" w:cs="Arial"/>
          <w:sz w:val="22"/>
          <w:szCs w:val="22"/>
        </w:rPr>
      </w:pPr>
      <w:r w:rsidRPr="00B77DD5">
        <w:rPr>
          <w:rFonts w:ascii="Arial" w:hAnsi="Arial" w:cs="Arial"/>
          <w:sz w:val="22"/>
          <w:szCs w:val="22"/>
        </w:rPr>
        <w:t>Za zmocnitele</w:t>
      </w:r>
      <w:r>
        <w:rPr>
          <w:rFonts w:ascii="Arial" w:hAnsi="Arial" w:cs="Arial"/>
          <w:sz w:val="22"/>
          <w:szCs w:val="22"/>
        </w:rPr>
        <w:t>:</w:t>
      </w:r>
    </w:p>
    <w:p w14:paraId="3C5B2718" w14:textId="77777777" w:rsidR="006D4E9B" w:rsidRDefault="006D4E9B" w:rsidP="006D4E9B">
      <w:pPr>
        <w:rPr>
          <w:rFonts w:ascii="Arial" w:hAnsi="Arial" w:cs="Arial"/>
          <w:sz w:val="22"/>
          <w:szCs w:val="22"/>
        </w:rPr>
      </w:pPr>
    </w:p>
    <w:p w14:paraId="0FF79625" w14:textId="7ACB51CA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>V</w:t>
      </w:r>
      <w:r w:rsidR="00E055B1">
        <w:rPr>
          <w:rFonts w:ascii="Arial" w:hAnsi="Arial" w:cs="Arial"/>
          <w:sz w:val="22"/>
          <w:szCs w:val="22"/>
        </w:rPr>
        <w:t xml:space="preserve"> Jilemnici</w:t>
      </w:r>
      <w:r>
        <w:rPr>
          <w:rFonts w:ascii="Arial" w:hAnsi="Arial" w:cs="Arial"/>
          <w:sz w:val="22"/>
          <w:szCs w:val="22"/>
        </w:rPr>
        <w:t xml:space="preserve"> dne: </w:t>
      </w:r>
      <w:r w:rsidRPr="006D4E9B">
        <w:rPr>
          <w:rFonts w:ascii="Arial" w:hAnsi="Arial" w:cs="Arial"/>
          <w:sz w:val="22"/>
          <w:szCs w:val="22"/>
          <w:highlight w:val="yellow"/>
        </w:rPr>
        <w:t>………</w:t>
      </w:r>
    </w:p>
    <w:p w14:paraId="2847B56D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6207E1F9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63750351" w14:textId="162366D3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0502C594" w14:textId="77777777" w:rsidR="00E055B1" w:rsidRDefault="006D4E9B" w:rsidP="00E055B1">
      <w:pPr>
        <w:pStyle w:val="Zkladntext"/>
        <w:tabs>
          <w:tab w:val="left" w:pos="5220"/>
        </w:tabs>
        <w:jc w:val="both"/>
        <w:rPr>
          <w:sz w:val="20"/>
        </w:rPr>
      </w:pPr>
      <w:r w:rsidRPr="00486195">
        <w:rPr>
          <w:sz w:val="22"/>
          <w:szCs w:val="22"/>
        </w:rPr>
        <w:tab/>
      </w:r>
      <w:r w:rsidR="00E055B1">
        <w:rPr>
          <w:sz w:val="20"/>
        </w:rPr>
        <w:t xml:space="preserve">         </w:t>
      </w:r>
      <w:r w:rsidR="00E055B1" w:rsidRPr="00FC3D58">
        <w:rPr>
          <w:sz w:val="20"/>
        </w:rPr>
        <w:t xml:space="preserve">                           </w:t>
      </w:r>
    </w:p>
    <w:p w14:paraId="1B2FB5E7" w14:textId="77777777" w:rsidR="00E055B1" w:rsidRDefault="00E055B1" w:rsidP="00E055B1">
      <w:pPr>
        <w:pStyle w:val="Zkladntext"/>
        <w:tabs>
          <w:tab w:val="left" w:pos="5220"/>
        </w:tabs>
        <w:jc w:val="both"/>
        <w:rPr>
          <w:sz w:val="20"/>
        </w:rPr>
      </w:pPr>
    </w:p>
    <w:p w14:paraId="178B508E" w14:textId="7E1B00DA" w:rsidR="00E055B1" w:rsidRPr="00FC3D58" w:rsidRDefault="00E055B1" w:rsidP="00E055B1">
      <w:pPr>
        <w:pStyle w:val="Zkladntext"/>
        <w:tabs>
          <w:tab w:val="left" w:pos="5220"/>
        </w:tabs>
        <w:jc w:val="both"/>
        <w:rPr>
          <w:sz w:val="20"/>
        </w:rPr>
      </w:pPr>
      <w:r w:rsidRPr="00E055B1">
        <w:rPr>
          <w:sz w:val="20"/>
        </w:rPr>
        <w:t>_________________________________</w:t>
      </w:r>
      <w:r>
        <w:rPr>
          <w:sz w:val="20"/>
        </w:rPr>
        <w:tab/>
      </w:r>
      <w:r w:rsidRPr="008127C1">
        <w:rPr>
          <w:sz w:val="20"/>
        </w:rPr>
        <w:t>_________________________________</w:t>
      </w:r>
    </w:p>
    <w:p w14:paraId="569E0B10" w14:textId="3AB125B1" w:rsidR="00E055B1" w:rsidRDefault="00E055B1" w:rsidP="00E055B1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MUDr. Jiří Kalenský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E055B1">
        <w:rPr>
          <w:sz w:val="22"/>
          <w:szCs w:val="22"/>
        </w:rPr>
        <w:t>Ing. &amp; Ing. Imrich Kohút</w:t>
      </w:r>
    </w:p>
    <w:p w14:paraId="098F1CD0" w14:textId="3C64CAC8" w:rsidR="00E055B1" w:rsidRPr="00224E11" w:rsidRDefault="00E055B1" w:rsidP="004B1D11">
      <w:pPr>
        <w:tabs>
          <w:tab w:val="left" w:pos="5245"/>
        </w:tabs>
        <w:rPr>
          <w:rFonts w:ascii="Arial" w:hAnsi="Arial" w:cs="Arial"/>
          <w:sz w:val="22"/>
          <w:szCs w:val="22"/>
        </w:rPr>
      </w:pPr>
      <w:r w:rsidRPr="00224E11">
        <w:rPr>
          <w:rFonts w:ascii="Arial" w:hAnsi="Arial" w:cs="Arial"/>
          <w:sz w:val="22"/>
          <w:szCs w:val="22"/>
        </w:rPr>
        <w:t xml:space="preserve">MMN, a.s., předseda představenstva </w:t>
      </w:r>
      <w:r w:rsidRPr="00224E11">
        <w:rPr>
          <w:rFonts w:ascii="Arial" w:hAnsi="Arial" w:cs="Arial"/>
          <w:sz w:val="22"/>
          <w:szCs w:val="22"/>
        </w:rPr>
        <w:tab/>
        <w:t>MMN, a.s., člen představenstva</w:t>
      </w:r>
    </w:p>
    <w:p w14:paraId="214A4BEC" w14:textId="258B3B7E" w:rsidR="006D4E9B" w:rsidRDefault="006D4E9B" w:rsidP="00E055B1">
      <w:pPr>
        <w:tabs>
          <w:tab w:val="left" w:pos="4253"/>
        </w:tabs>
        <w:ind w:left="1416" w:firstLine="708"/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ab/>
        <w:t xml:space="preserve">     </w:t>
      </w:r>
      <w:r w:rsidRPr="00486195">
        <w:rPr>
          <w:rFonts w:ascii="Arial" w:hAnsi="Arial" w:cs="Arial"/>
          <w:sz w:val="22"/>
          <w:szCs w:val="22"/>
        </w:rPr>
        <w:tab/>
      </w:r>
    </w:p>
    <w:p w14:paraId="3A4F5BC0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117FA560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68F8186F" w14:textId="77777777" w:rsidR="006D4E9B" w:rsidRDefault="006D4E9B" w:rsidP="006D4E9B">
      <w:pPr>
        <w:rPr>
          <w:rFonts w:ascii="Arial" w:hAnsi="Arial" w:cs="Arial"/>
          <w:sz w:val="22"/>
          <w:szCs w:val="22"/>
        </w:rPr>
      </w:pPr>
    </w:p>
    <w:p w14:paraId="10CE3BE2" w14:textId="77777777" w:rsidR="006D4E9B" w:rsidRDefault="006D4E9B" w:rsidP="00224E11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 w14:paraId="52DC139C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5FE91E96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</w:t>
      </w:r>
      <w:r w:rsidRPr="006D4E9B">
        <w:rPr>
          <w:rFonts w:ascii="Arial" w:hAnsi="Arial" w:cs="Arial"/>
          <w:sz w:val="22"/>
          <w:szCs w:val="22"/>
          <w:highlight w:val="yellow"/>
        </w:rPr>
        <w:t>………………..</w:t>
      </w:r>
      <w:r w:rsidRPr="00F20CD3">
        <w:rPr>
          <w:rFonts w:ascii="Arial" w:hAnsi="Arial" w:cs="Arial"/>
          <w:sz w:val="22"/>
          <w:szCs w:val="22"/>
        </w:rPr>
        <w:t>,</w:t>
      </w:r>
      <w:r w:rsidRPr="00486195">
        <w:rPr>
          <w:rFonts w:ascii="Arial" w:hAnsi="Arial" w:cs="Arial"/>
          <w:sz w:val="22"/>
          <w:szCs w:val="22"/>
        </w:rPr>
        <w:t xml:space="preserve"> dne:</w:t>
      </w:r>
      <w:r w:rsidRPr="006D4E9B">
        <w:rPr>
          <w:rFonts w:ascii="Arial" w:hAnsi="Arial" w:cs="Arial"/>
          <w:sz w:val="22"/>
          <w:szCs w:val="22"/>
          <w:highlight w:val="yellow"/>
        </w:rPr>
        <w:t>………</w:t>
      </w:r>
    </w:p>
    <w:p w14:paraId="0D47554F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04A071FF" w14:textId="77777777" w:rsidR="006D4E9B" w:rsidRPr="00486195" w:rsidRDefault="006D4E9B" w:rsidP="006D4E9B">
      <w:pPr>
        <w:rPr>
          <w:rFonts w:ascii="Arial" w:hAnsi="Arial" w:cs="Arial"/>
          <w:sz w:val="22"/>
          <w:szCs w:val="22"/>
        </w:rPr>
      </w:pPr>
    </w:p>
    <w:p w14:paraId="1A420341" w14:textId="5D001B57" w:rsidR="006D4E9B" w:rsidRPr="00486195" w:rsidRDefault="006D4E9B" w:rsidP="006D4E9B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 xml:space="preserve">Tuto plnou moc přijímám                </w:t>
      </w:r>
      <w:r w:rsidRPr="00486195">
        <w:rPr>
          <w:rFonts w:ascii="Arial" w:hAnsi="Arial" w:cs="Arial"/>
          <w:sz w:val="22"/>
          <w:szCs w:val="22"/>
        </w:rPr>
        <w:tab/>
      </w:r>
      <w:r w:rsidR="00E055B1">
        <w:rPr>
          <w:rFonts w:ascii="Arial" w:hAnsi="Arial" w:cs="Arial"/>
          <w:sz w:val="22"/>
          <w:szCs w:val="22"/>
        </w:rPr>
        <w:tab/>
      </w:r>
      <w:r w:rsidR="00E055B1" w:rsidRPr="00616747">
        <w:rPr>
          <w:rFonts w:ascii="Arial" w:hAnsi="Arial" w:cs="Arial"/>
          <w:sz w:val="20"/>
          <w:highlight w:val="yellow"/>
        </w:rPr>
        <w:t>_________________________________</w:t>
      </w:r>
    </w:p>
    <w:p w14:paraId="71839041" w14:textId="6825C9E5" w:rsidR="006D4E9B" w:rsidRPr="00F20CD3" w:rsidRDefault="006D4E9B" w:rsidP="006D4E9B">
      <w:pPr>
        <w:rPr>
          <w:rFonts w:ascii="Arial" w:hAnsi="Arial" w:cs="Arial"/>
          <w:sz w:val="22"/>
          <w:szCs w:val="22"/>
        </w:rPr>
      </w:pPr>
      <w:r w:rsidRPr="00486195">
        <w:rPr>
          <w:rFonts w:ascii="Arial" w:hAnsi="Arial" w:cs="Arial"/>
          <w:sz w:val="22"/>
          <w:szCs w:val="22"/>
        </w:rPr>
        <w:t xml:space="preserve">      </w:t>
      </w:r>
      <w:r w:rsidRPr="00486195">
        <w:rPr>
          <w:rFonts w:ascii="Arial" w:hAnsi="Arial" w:cs="Arial"/>
          <w:sz w:val="22"/>
          <w:szCs w:val="22"/>
        </w:rPr>
        <w:tab/>
      </w:r>
      <w:r w:rsidRPr="00486195">
        <w:rPr>
          <w:rFonts w:ascii="Arial" w:hAnsi="Arial" w:cs="Arial"/>
          <w:sz w:val="22"/>
          <w:szCs w:val="22"/>
        </w:rPr>
        <w:tab/>
      </w:r>
      <w:r w:rsidRPr="00486195">
        <w:rPr>
          <w:rFonts w:ascii="Arial" w:hAnsi="Arial" w:cs="Arial"/>
          <w:sz w:val="22"/>
          <w:szCs w:val="22"/>
        </w:rPr>
        <w:tab/>
        <w:t xml:space="preserve">      </w:t>
      </w:r>
      <w:r w:rsidRPr="00486195">
        <w:rPr>
          <w:rFonts w:ascii="Arial" w:hAnsi="Arial" w:cs="Arial"/>
          <w:sz w:val="22"/>
          <w:szCs w:val="22"/>
        </w:rPr>
        <w:tab/>
      </w:r>
      <w:r w:rsidRPr="0048619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B57D5">
        <w:rPr>
          <w:rFonts w:ascii="Arial" w:hAnsi="Arial" w:cs="Arial"/>
          <w:sz w:val="22"/>
          <w:szCs w:val="22"/>
          <w:highlight w:val="yellow"/>
        </w:rPr>
        <w:t>x</w:t>
      </w:r>
      <w:r w:rsidR="00E055B1">
        <w:rPr>
          <w:rFonts w:ascii="Arial" w:hAnsi="Arial" w:cs="Arial"/>
          <w:sz w:val="22"/>
          <w:szCs w:val="22"/>
          <w:highlight w:val="yellow"/>
        </w:rPr>
        <w:t>xxxxx</w:t>
      </w:r>
      <w:r w:rsidRPr="00AB57D5">
        <w:rPr>
          <w:rFonts w:ascii="Arial" w:hAnsi="Arial" w:cs="Arial"/>
          <w:sz w:val="22"/>
          <w:szCs w:val="22"/>
          <w:highlight w:val="yellow"/>
        </w:rPr>
        <w:t>x</w:t>
      </w:r>
    </w:p>
    <w:p w14:paraId="5F41FDEE" w14:textId="0CBF489C" w:rsidR="006D4E9B" w:rsidRPr="00F20CD3" w:rsidRDefault="006D4E9B" w:rsidP="006D4E9B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AB57D5">
        <w:rPr>
          <w:rFonts w:ascii="Arial" w:hAnsi="Arial" w:cs="Arial"/>
          <w:sz w:val="22"/>
          <w:szCs w:val="22"/>
          <w:highlight w:val="yellow"/>
        </w:rPr>
        <w:t>x</w:t>
      </w:r>
      <w:r w:rsidR="00E055B1">
        <w:rPr>
          <w:rFonts w:ascii="Arial" w:hAnsi="Arial" w:cs="Arial"/>
          <w:sz w:val="22"/>
          <w:szCs w:val="22"/>
          <w:highlight w:val="yellow"/>
        </w:rPr>
        <w:t>xxxxx</w:t>
      </w:r>
      <w:r w:rsidRPr="00AB57D5">
        <w:rPr>
          <w:rFonts w:ascii="Arial" w:hAnsi="Arial" w:cs="Arial"/>
          <w:sz w:val="22"/>
          <w:szCs w:val="22"/>
          <w:highlight w:val="yellow"/>
        </w:rPr>
        <w:t>x</w:t>
      </w:r>
    </w:p>
    <w:sectPr w:rsidR="006D4E9B" w:rsidRPr="00F20CD3" w:rsidSect="00EC76F5">
      <w:head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6D0AA" w14:textId="77777777" w:rsidR="005C6055" w:rsidRDefault="005C6055" w:rsidP="00874D33">
      <w:r>
        <w:separator/>
      </w:r>
    </w:p>
  </w:endnote>
  <w:endnote w:type="continuationSeparator" w:id="0">
    <w:p w14:paraId="06B7069C" w14:textId="77777777" w:rsidR="005C6055" w:rsidRDefault="005C6055" w:rsidP="0087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uton Normal CE">
    <w:altName w:val="Calibri"/>
    <w:charset w:val="00"/>
    <w:family w:val="auto"/>
    <w:pitch w:val="variable"/>
    <w:sig w:usb0="800000A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0363" w14:textId="77777777" w:rsidR="0039155E" w:rsidRDefault="0039155E" w:rsidP="00ED16C3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A02CD" w14:textId="77777777" w:rsidR="005C6055" w:rsidRDefault="005C6055" w:rsidP="00874D33">
      <w:r>
        <w:separator/>
      </w:r>
    </w:p>
  </w:footnote>
  <w:footnote w:type="continuationSeparator" w:id="0">
    <w:p w14:paraId="2F28C5F3" w14:textId="77777777" w:rsidR="005C6055" w:rsidRDefault="005C6055" w:rsidP="00874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DD453" w14:textId="72F213BD" w:rsidR="00874D33" w:rsidRDefault="00874D33" w:rsidP="00874D33">
    <w:pPr>
      <w:pStyle w:val="Bezodstavcovhostylu"/>
      <w:jc w:val="center"/>
      <w:rPr>
        <w:rFonts w:ascii="Teuton Normal CE" w:hAnsi="Teuton Normal CE" w:cs="Teuton Normal CE"/>
        <w:b/>
        <w:bCs/>
        <w:color w:val="00518C"/>
        <w:spacing w:val="11"/>
        <w:sz w:val="44"/>
        <w:szCs w:val="44"/>
      </w:rPr>
    </w:pPr>
  </w:p>
  <w:p w14:paraId="3C01B9C8" w14:textId="77777777" w:rsidR="0003657D" w:rsidRDefault="0003657D" w:rsidP="00874D33">
    <w:pPr>
      <w:pStyle w:val="Bezodstavcovhostylu"/>
      <w:spacing w:after="57"/>
      <w:jc w:val="center"/>
      <w:rPr>
        <w:rFonts w:ascii="Teuton Normal CE" w:hAnsi="Teuton Normal CE" w:cs="Teuton Normal CE"/>
        <w:b/>
        <w:bCs/>
        <w:color w:val="00518C"/>
        <w:spacing w:val="1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0B50" w14:textId="77777777" w:rsidR="00EC76F5" w:rsidRPr="00EC76F5" w:rsidRDefault="00EC76F5" w:rsidP="00EC76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07ED6"/>
    <w:multiLevelType w:val="hybridMultilevel"/>
    <w:tmpl w:val="B936EE0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5596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6C3"/>
    <w:rsid w:val="0003657D"/>
    <w:rsid w:val="00127993"/>
    <w:rsid w:val="00136996"/>
    <w:rsid w:val="001402FD"/>
    <w:rsid w:val="001534B8"/>
    <w:rsid w:val="00182334"/>
    <w:rsid w:val="00224E11"/>
    <w:rsid w:val="00261482"/>
    <w:rsid w:val="0029446B"/>
    <w:rsid w:val="00302E2F"/>
    <w:rsid w:val="00327E2C"/>
    <w:rsid w:val="00350F6E"/>
    <w:rsid w:val="003565CF"/>
    <w:rsid w:val="00386506"/>
    <w:rsid w:val="0039155E"/>
    <w:rsid w:val="003A0F24"/>
    <w:rsid w:val="00486124"/>
    <w:rsid w:val="004B1D11"/>
    <w:rsid w:val="004B3963"/>
    <w:rsid w:val="004E61AC"/>
    <w:rsid w:val="00553755"/>
    <w:rsid w:val="005A1F92"/>
    <w:rsid w:val="005C6055"/>
    <w:rsid w:val="0061097B"/>
    <w:rsid w:val="006631FC"/>
    <w:rsid w:val="0066431B"/>
    <w:rsid w:val="006D4E9B"/>
    <w:rsid w:val="0070012F"/>
    <w:rsid w:val="00724A98"/>
    <w:rsid w:val="0078768E"/>
    <w:rsid w:val="007B0E3E"/>
    <w:rsid w:val="007F7C99"/>
    <w:rsid w:val="008174BD"/>
    <w:rsid w:val="00874D33"/>
    <w:rsid w:val="00893B7E"/>
    <w:rsid w:val="0096386F"/>
    <w:rsid w:val="0096792D"/>
    <w:rsid w:val="009A3B49"/>
    <w:rsid w:val="00A37A51"/>
    <w:rsid w:val="00A43AC6"/>
    <w:rsid w:val="00A74F8E"/>
    <w:rsid w:val="00AA0C3D"/>
    <w:rsid w:val="00AD6355"/>
    <w:rsid w:val="00B7470C"/>
    <w:rsid w:val="00B8440E"/>
    <w:rsid w:val="00B94BB0"/>
    <w:rsid w:val="00BC4BD7"/>
    <w:rsid w:val="00C72220"/>
    <w:rsid w:val="00C749C0"/>
    <w:rsid w:val="00D04F72"/>
    <w:rsid w:val="00DB2820"/>
    <w:rsid w:val="00DE057D"/>
    <w:rsid w:val="00DF6E6E"/>
    <w:rsid w:val="00E055B1"/>
    <w:rsid w:val="00E2514B"/>
    <w:rsid w:val="00E612A4"/>
    <w:rsid w:val="00E63FAA"/>
    <w:rsid w:val="00EC76F5"/>
    <w:rsid w:val="00ED16C3"/>
    <w:rsid w:val="00F257FB"/>
    <w:rsid w:val="00F87462"/>
    <w:rsid w:val="00FC7092"/>
    <w:rsid w:val="00FE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7C0ECA"/>
  <w15:chartTrackingRefBased/>
  <w15:docId w15:val="{DA86DA05-2CFC-45FD-8EC3-DA0193B1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4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565CF"/>
    <w:pPr>
      <w:keepNext/>
      <w:spacing w:before="120"/>
      <w:ind w:left="1503" w:hanging="1503"/>
      <w:jc w:val="center"/>
      <w:outlineLvl w:val="1"/>
    </w:pPr>
    <w:rPr>
      <w:rFonts w:ascii="Arial" w:hAnsi="Arial"/>
      <w:bCs/>
      <w:snapToGrid w:val="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odstavcovhostylu">
    <w:name w:val="[Bez odstavcového stylu]"/>
    <w:rsid w:val="0029446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74D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4D33"/>
  </w:style>
  <w:style w:type="paragraph" w:styleId="Zpat">
    <w:name w:val="footer"/>
    <w:basedOn w:val="Normln"/>
    <w:link w:val="ZpatChar"/>
    <w:uiPriority w:val="99"/>
    <w:unhideWhenUsed/>
    <w:rsid w:val="00874D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4D33"/>
  </w:style>
  <w:style w:type="paragraph" w:styleId="Textbubliny">
    <w:name w:val="Balloon Text"/>
    <w:basedOn w:val="Normln"/>
    <w:link w:val="TextbublinyChar"/>
    <w:uiPriority w:val="99"/>
    <w:semiHidden/>
    <w:unhideWhenUsed/>
    <w:rsid w:val="003865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506"/>
    <w:rPr>
      <w:rFonts w:ascii="Segoe UI" w:hAnsi="Segoe UI" w:cs="Segoe UI"/>
      <w:sz w:val="18"/>
      <w:szCs w:val="18"/>
    </w:rPr>
  </w:style>
  <w:style w:type="paragraph" w:customStyle="1" w:styleId="Odstavcovstyl1">
    <w:name w:val="Odstavcový styl 1"/>
    <w:basedOn w:val="Bezodstavcovhostylu"/>
    <w:uiPriority w:val="99"/>
    <w:rsid w:val="0039155E"/>
  </w:style>
  <w:style w:type="paragraph" w:customStyle="1" w:styleId="Zkladnodstavec">
    <w:name w:val="[Základní odstavec]"/>
    <w:basedOn w:val="Bezodstavcovhostylu"/>
    <w:uiPriority w:val="99"/>
    <w:rsid w:val="00EC76F5"/>
  </w:style>
  <w:style w:type="character" w:customStyle="1" w:styleId="Nadpis2Char">
    <w:name w:val="Nadpis 2 Char"/>
    <w:basedOn w:val="Standardnpsmoodstavce"/>
    <w:link w:val="Nadpis2"/>
    <w:rsid w:val="003565CF"/>
    <w:rPr>
      <w:rFonts w:ascii="Arial" w:eastAsia="Times New Roman" w:hAnsi="Arial" w:cs="Times New Roman"/>
      <w:bCs/>
      <w:snapToGrid w:val="0"/>
      <w:sz w:val="28"/>
      <w:szCs w:val="24"/>
      <w:lang w:eastAsia="cs-CZ"/>
    </w:rPr>
  </w:style>
  <w:style w:type="paragraph" w:styleId="Zkladntext">
    <w:name w:val="Body Text"/>
    <w:basedOn w:val="Normln"/>
    <w:link w:val="ZkladntextChar"/>
    <w:rsid w:val="003565CF"/>
    <w:rPr>
      <w:rFonts w:ascii="Arial" w:hAnsi="Arial" w:cs="Arial"/>
      <w:sz w:val="28"/>
    </w:rPr>
  </w:style>
  <w:style w:type="character" w:customStyle="1" w:styleId="ZkladntextChar">
    <w:name w:val="Základní text Char"/>
    <w:basedOn w:val="Standardnpsmoodstavce"/>
    <w:link w:val="Zkladntext"/>
    <w:rsid w:val="003565CF"/>
    <w:rPr>
      <w:rFonts w:ascii="Arial" w:eastAsia="Times New Roman" w:hAnsi="Arial" w:cs="Arial"/>
      <w:sz w:val="28"/>
      <w:szCs w:val="24"/>
      <w:lang w:eastAsia="cs-CZ"/>
    </w:rPr>
  </w:style>
  <w:style w:type="paragraph" w:customStyle="1" w:styleId="Normln0">
    <w:name w:val="Normální~"/>
    <w:basedOn w:val="Normln"/>
    <w:rsid w:val="00E055B1"/>
    <w:pPr>
      <w:widowControl w:val="0"/>
    </w:pPr>
    <w:rPr>
      <w:rFonts w:ascii="Arial" w:hAnsi="Arial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3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herek\Documents\Hlavi&#269;kov&#253;%20pap&#237;r_ZK\Zl&#237;nsk&#253;%20kraj_Ozn&#225;m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B4A29E50A6A7409423A8797714B59F" ma:contentTypeVersion="7" ma:contentTypeDescription="Vytvoří nový dokument" ma:contentTypeScope="" ma:versionID="86ee0dd5ecd2b56b33458b7a91998498">
  <xsd:schema xmlns:xsd="http://www.w3.org/2001/XMLSchema" xmlns:xs="http://www.w3.org/2001/XMLSchema" xmlns:p="http://schemas.microsoft.com/office/2006/metadata/properties" xmlns:ns3="17b54d2e-dc38-44b7-96ae-9486366d5d52" targetNamespace="http://schemas.microsoft.com/office/2006/metadata/properties" ma:root="true" ma:fieldsID="a8d6cdb2f9ff573ee0fa287de31e2b0b" ns3:_="">
    <xsd:import namespace="17b54d2e-dc38-44b7-96ae-9486366d5d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54d2e-dc38-44b7-96ae-9486366d5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C2BD4-59DC-4A98-9C10-9E05849292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BF5814-DDAB-4A7A-AEB1-9B775D5106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91161A-042B-4161-87C1-02F13F22D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54d2e-dc38-44b7-96ae-9486366d5d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Zlínský kraj_Oznámení</Template>
  <TotalTime>9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Slabý Marek</cp:lastModifiedBy>
  <cp:revision>10</cp:revision>
  <cp:lastPrinted>2016-11-07T13:08:00Z</cp:lastPrinted>
  <dcterms:created xsi:type="dcterms:W3CDTF">2023-02-02T10:39:00Z</dcterms:created>
  <dcterms:modified xsi:type="dcterms:W3CDTF">2025-01-03T12:09:00Z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0x010100D7B4A29E50A6A7409423A8797714B59F</vt:lpwstr>
  </property>
</Properties>
</file>